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85" w:rsidRPr="00007F22" w:rsidRDefault="00E00785" w:rsidP="00007F22">
      <w:pPr>
        <w:jc w:val="center"/>
        <w:rPr>
          <w:sz w:val="28"/>
        </w:rPr>
      </w:pPr>
      <w:r w:rsidRPr="00007F22">
        <w:rPr>
          <w:sz w:val="28"/>
        </w:rPr>
        <w:t>Олимпиада по русскому языку         6 класс   2020-2021 уч.г.</w:t>
      </w:r>
    </w:p>
    <w:p w:rsidR="00E00785" w:rsidRDefault="00E00785" w:rsidP="00007F22">
      <w:pPr>
        <w:pStyle w:val="ListParagraph"/>
        <w:numPr>
          <w:ilvl w:val="0"/>
          <w:numId w:val="1"/>
        </w:numPr>
      </w:pPr>
      <w:r>
        <w:t>Определите род существительных.</w:t>
      </w:r>
    </w:p>
    <w:p w:rsidR="00E00785" w:rsidRDefault="00E00785" w:rsidP="00007F22">
      <w:pPr>
        <w:pStyle w:val="ListParagraph"/>
      </w:pPr>
      <w:r>
        <w:t>Георгин, туфли, манжеты, ботинки, овощи, ведерки, тюль, какао, вуаль, лебедь.         (5 баллов)</w:t>
      </w:r>
    </w:p>
    <w:p w:rsidR="00E00785" w:rsidRDefault="00E00785" w:rsidP="00007F22">
      <w:pPr>
        <w:pStyle w:val="ListParagraph"/>
        <w:numPr>
          <w:ilvl w:val="0"/>
          <w:numId w:val="1"/>
        </w:numPr>
      </w:pPr>
      <w:r>
        <w:t>Дайте парное соответствие мужского рода с женским названием профессии.</w:t>
      </w:r>
    </w:p>
    <w:p w:rsidR="00E00785" w:rsidRDefault="00E00785" w:rsidP="00007F22">
      <w:pPr>
        <w:pStyle w:val="ListParagraph"/>
      </w:pPr>
      <w:r>
        <w:t>Дояр, манекенщица, маникюрша, медсестра.                                                                      (4 балла)</w:t>
      </w:r>
    </w:p>
    <w:p w:rsidR="00E00785" w:rsidRDefault="00E00785" w:rsidP="00007F22">
      <w:pPr>
        <w:pStyle w:val="ListParagraph"/>
        <w:numPr>
          <w:ilvl w:val="0"/>
          <w:numId w:val="1"/>
        </w:numPr>
      </w:pPr>
      <w:r>
        <w:t>Продолжите пословицы.</w:t>
      </w:r>
    </w:p>
    <w:p w:rsidR="00E00785" w:rsidRDefault="00E00785" w:rsidP="00007F22">
      <w:pPr>
        <w:pStyle w:val="ListParagraph"/>
      </w:pPr>
      <w:r>
        <w:t>По одежке встречают - …</w:t>
      </w:r>
    </w:p>
    <w:p w:rsidR="00E00785" w:rsidRDefault="00E00785" w:rsidP="00007F22">
      <w:pPr>
        <w:pStyle w:val="ListParagraph"/>
      </w:pPr>
      <w:r>
        <w:t>Грамоте учиться - …</w:t>
      </w:r>
    </w:p>
    <w:p w:rsidR="00E00785" w:rsidRDefault="00E00785" w:rsidP="00007F22">
      <w:pPr>
        <w:pStyle w:val="ListParagraph"/>
      </w:pPr>
      <w:r>
        <w:t>Не сиди сложа руки - …</w:t>
      </w:r>
    </w:p>
    <w:p w:rsidR="00E00785" w:rsidRDefault="00E00785" w:rsidP="00007F22">
      <w:pPr>
        <w:pStyle w:val="ListParagraph"/>
      </w:pPr>
      <w:r>
        <w:t>Красна птица пеньем -…</w:t>
      </w:r>
    </w:p>
    <w:p w:rsidR="00E00785" w:rsidRDefault="00E00785" w:rsidP="00007F22">
      <w:pPr>
        <w:pStyle w:val="ListParagraph"/>
      </w:pPr>
      <w:r>
        <w:t>Семь раз отмерь -…</w:t>
      </w:r>
    </w:p>
    <w:p w:rsidR="00E00785" w:rsidRDefault="00E00785" w:rsidP="00007F22">
      <w:pPr>
        <w:pStyle w:val="ListParagraph"/>
      </w:pPr>
      <w:r>
        <w:t>Лодырь да бездельник -…</w:t>
      </w:r>
    </w:p>
    <w:p w:rsidR="00E00785" w:rsidRDefault="00E00785" w:rsidP="00007F22">
      <w:pPr>
        <w:pStyle w:val="ListParagraph"/>
      </w:pPr>
      <w:r>
        <w:t>Любишь кататься -…                                                                                                                      (7 баллов)</w:t>
      </w:r>
    </w:p>
    <w:p w:rsidR="00E00785" w:rsidRDefault="00E00785" w:rsidP="001D7D3D">
      <w:pPr>
        <w:pStyle w:val="ListParagraph"/>
        <w:numPr>
          <w:ilvl w:val="0"/>
          <w:numId w:val="1"/>
        </w:numPr>
      </w:pPr>
      <w:r>
        <w:t>Какими частями речи являются данные ниже слова?</w:t>
      </w:r>
    </w:p>
    <w:p w:rsidR="00E00785" w:rsidRDefault="00E00785" w:rsidP="001D7D3D">
      <w:pPr>
        <w:pStyle w:val="ListParagraph"/>
      </w:pPr>
      <w:r>
        <w:t>Два, двойка, двое, двойной,  удвоить, вдвоем, двоякий, дважды.                                 (8 баллов)</w:t>
      </w:r>
    </w:p>
    <w:p w:rsidR="00E00785" w:rsidRDefault="00E00785" w:rsidP="001D7D3D">
      <w:pPr>
        <w:pStyle w:val="ListParagraph"/>
        <w:numPr>
          <w:ilvl w:val="0"/>
          <w:numId w:val="1"/>
        </w:numPr>
      </w:pPr>
      <w:r>
        <w:t>Поставьте в словах ударения:</w:t>
      </w:r>
    </w:p>
    <w:p w:rsidR="00E00785" w:rsidRDefault="00E00785" w:rsidP="001D7D3D">
      <w:pPr>
        <w:pStyle w:val="ListParagraph"/>
      </w:pPr>
      <w:r>
        <w:t>алфавит, агент, кухонный, дремота, красивее, углубить, цыган, христианин.              (8 баллов)</w:t>
      </w:r>
    </w:p>
    <w:p w:rsidR="00E00785" w:rsidRDefault="00E00785" w:rsidP="00FC3478">
      <w:pPr>
        <w:pStyle w:val="ListParagraph"/>
        <w:numPr>
          <w:ilvl w:val="0"/>
          <w:numId w:val="1"/>
        </w:numPr>
      </w:pPr>
      <w:r>
        <w:t>Почему мы так говорим? Расскажите об истории выражения «ахиллесова пята», дайте толкование.</w:t>
      </w:r>
    </w:p>
    <w:p w:rsidR="00E00785" w:rsidRDefault="00E00785" w:rsidP="00FC3478">
      <w:pPr>
        <w:pStyle w:val="ListParagrap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(5 баллов)</w:t>
      </w:r>
    </w:p>
    <w:p w:rsidR="00E00785" w:rsidRDefault="00E00785" w:rsidP="00FC3478">
      <w:pPr>
        <w:pStyle w:val="ListParagraph"/>
        <w:numPr>
          <w:ilvl w:val="0"/>
          <w:numId w:val="1"/>
        </w:numPr>
      </w:pPr>
      <w:r>
        <w:t>Найдите корень в словах.</w:t>
      </w:r>
    </w:p>
    <w:p w:rsidR="00E00785" w:rsidRDefault="00E00785" w:rsidP="00FC3478">
      <w:pPr>
        <w:pStyle w:val="ListParagraph"/>
      </w:pPr>
      <w:r>
        <w:t xml:space="preserve">Беседка, бестолочь, бездна, бесенок, бескозырка, бестия.                                                          (3 балла) </w:t>
      </w:r>
    </w:p>
    <w:p w:rsidR="00E00785" w:rsidRDefault="00E00785" w:rsidP="00FC3478">
      <w:pPr>
        <w:pStyle w:val="ListParagraph"/>
        <w:numPr>
          <w:ilvl w:val="0"/>
          <w:numId w:val="1"/>
        </w:numPr>
      </w:pPr>
      <w:r>
        <w:t>Ученик написал на доске предложение:</w:t>
      </w:r>
    </w:p>
    <w:p w:rsidR="00E00785" w:rsidRDefault="00E00785" w:rsidP="0077464F">
      <w:pPr>
        <w:pStyle w:val="ListParagraph"/>
      </w:pPr>
      <w:r>
        <w:t>Сто сорок и сто сорок будет двести сорок.  Допустил  ли он в вычислении ошибку?             (3 балла)</w:t>
      </w:r>
    </w:p>
    <w:p w:rsidR="00E00785" w:rsidRDefault="00E00785" w:rsidP="0077464F">
      <w:pPr>
        <w:pStyle w:val="ListParagraph"/>
        <w:numPr>
          <w:ilvl w:val="0"/>
          <w:numId w:val="1"/>
        </w:numPr>
      </w:pPr>
      <w:r>
        <w:t>Почему в старину говорили: «Аз, буки и веди страшат, как медведи»?                                     (3 балла)</w:t>
      </w:r>
    </w:p>
    <w:p w:rsidR="00E00785" w:rsidRDefault="00E00785" w:rsidP="0077464F">
      <w:pPr>
        <w:pStyle w:val="ListParagraph"/>
        <w:numPr>
          <w:ilvl w:val="0"/>
          <w:numId w:val="1"/>
        </w:numPr>
      </w:pPr>
      <w:r>
        <w:t>Спрячьте мягкий знак в  словах: день, пень, уголь, окунь, зверь, огонь в середину слова.  (3 балла)</w:t>
      </w:r>
    </w:p>
    <w:p w:rsidR="00E00785" w:rsidRDefault="00E00785" w:rsidP="0022538F">
      <w:pPr>
        <w:pStyle w:val="ListParagraph"/>
        <w:numPr>
          <w:ilvl w:val="0"/>
          <w:numId w:val="1"/>
        </w:numPr>
      </w:pPr>
      <w:r>
        <w:t>Расставьте знаки препинания в предложениях теста, подчеркните грамматические основы, определите главную мысль текста.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(6 баллов)</w:t>
      </w:r>
    </w:p>
    <w:p w:rsidR="00E00785" w:rsidRDefault="00E00785" w:rsidP="0022538F">
      <w:pPr>
        <w:pStyle w:val="ListParagraph"/>
        <w:jc w:val="center"/>
      </w:pPr>
      <w:r>
        <w:t>Весна.</w:t>
      </w:r>
    </w:p>
    <w:p w:rsidR="00E00785" w:rsidRDefault="00E00785" w:rsidP="0022538F">
      <w:pPr>
        <w:pStyle w:val="ListParagraph"/>
      </w:pPr>
      <w:r>
        <w:t xml:space="preserve">Над полями и лесами все ярче светит солнышко. Потемнели в полях дороги посинел на реке лед. Прилетели белоносые грачи торопятся поправлять свои старые растрепанные гнезда. </w:t>
      </w:r>
    </w:p>
    <w:p w:rsidR="00E00785" w:rsidRDefault="00E00785" w:rsidP="0022538F">
      <w:pPr>
        <w:pStyle w:val="ListParagraph"/>
      </w:pPr>
      <w:r>
        <w:t>Радостна и пахуча весна. Скоро оденется лес листвою зацветет на опушках черемуха защелкают над ручьями голосистые соловьи.</w:t>
      </w:r>
    </w:p>
    <w:p w:rsidR="00E00785" w:rsidRDefault="00E00785" w:rsidP="0022538F">
      <w:pPr>
        <w:pStyle w:val="ListParagraph"/>
      </w:pPr>
      <w:r>
        <w:t xml:space="preserve">    </w:t>
      </w: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p w:rsidR="00E00785" w:rsidRDefault="00E00785" w:rsidP="0022538F">
      <w:pPr>
        <w:pStyle w:val="ListParagraph"/>
      </w:pPr>
    </w:p>
    <w:sectPr w:rsidR="00E00785" w:rsidSect="001D7D3D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59"/>
    <w:multiLevelType w:val="hybridMultilevel"/>
    <w:tmpl w:val="271E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334700"/>
    <w:multiLevelType w:val="hybridMultilevel"/>
    <w:tmpl w:val="CEB46B3C"/>
    <w:lvl w:ilvl="0" w:tplc="838C1E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F22"/>
    <w:rsid w:val="00007F22"/>
    <w:rsid w:val="000F0A64"/>
    <w:rsid w:val="00195532"/>
    <w:rsid w:val="001D7D3D"/>
    <w:rsid w:val="0022538F"/>
    <w:rsid w:val="002440CF"/>
    <w:rsid w:val="00274855"/>
    <w:rsid w:val="00481855"/>
    <w:rsid w:val="005279FB"/>
    <w:rsid w:val="006408B2"/>
    <w:rsid w:val="006D078E"/>
    <w:rsid w:val="00723AE6"/>
    <w:rsid w:val="00733E3E"/>
    <w:rsid w:val="0077464F"/>
    <w:rsid w:val="00A42EA8"/>
    <w:rsid w:val="00A92C50"/>
    <w:rsid w:val="00B85EB6"/>
    <w:rsid w:val="00E00785"/>
    <w:rsid w:val="00EB0A1E"/>
    <w:rsid w:val="00F87939"/>
    <w:rsid w:val="00FC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7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306</Words>
  <Characters>1749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Надежда Валентиновна Медведева</cp:lastModifiedBy>
  <cp:revision>12</cp:revision>
  <dcterms:created xsi:type="dcterms:W3CDTF">2020-09-04T04:45:00Z</dcterms:created>
  <dcterms:modified xsi:type="dcterms:W3CDTF">2020-09-08T11:03:00Z</dcterms:modified>
</cp:coreProperties>
</file>